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B8A" w:rsidRPr="00BD5448" w:rsidRDefault="00AE1DD9" w:rsidP="00420B8A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="00076159" w:rsidRPr="00BD5448">
        <w:rPr>
          <w:color w:val="548DD4" w:themeColor="text2" w:themeTint="99"/>
        </w:rPr>
        <w:t>Titel des Arbeitsblattes ++</w:t>
      </w:r>
    </w:p>
    <w:bookmarkEnd w:id="0"/>
    <w:bookmarkEnd w:id="1"/>
    <w:bookmarkEnd w:id="2"/>
    <w:p w:rsidR="00BE04B9" w:rsidRDefault="00BE04B9" w:rsidP="00BE04B9">
      <w:pPr>
        <w:spacing w:after="60" w:line="240" w:lineRule="auto"/>
        <w:jc w:val="both"/>
        <w:rPr>
          <w:b/>
          <w:sz w:val="20"/>
          <w:szCs w:val="20"/>
        </w:rPr>
      </w:pPr>
    </w:p>
    <w:p w:rsidR="00BE04B9" w:rsidRPr="00933230" w:rsidRDefault="00BE04B9" w:rsidP="00BE04B9">
      <w:pPr>
        <w:spacing w:after="60" w:line="240" w:lineRule="auto"/>
        <w:jc w:val="both"/>
        <w:rPr>
          <w:b/>
          <w:i/>
          <w:sz w:val="20"/>
          <w:szCs w:val="20"/>
        </w:rPr>
      </w:pPr>
      <w:r w:rsidRPr="00960DD6">
        <w:rPr>
          <w:b/>
          <w:sz w:val="20"/>
          <w:szCs w:val="20"/>
        </w:rPr>
        <w:t xml:space="preserve">Aufgabe: </w:t>
      </w:r>
      <w:r w:rsidRPr="00933230">
        <w:rPr>
          <w:b/>
          <w:i/>
          <w:sz w:val="20"/>
          <w:szCs w:val="20"/>
        </w:rPr>
        <w:t>Schneide die Kärtchen aus und lege sie zu einem Dialog aus. Achte dabei auf die logisch richtige Reihenfolge.</w:t>
      </w:r>
    </w:p>
    <w:p w:rsidR="00BE04B9" w:rsidRPr="00933230" w:rsidRDefault="00BE04B9" w:rsidP="00BE04B9">
      <w:pPr>
        <w:spacing w:after="120" w:line="240" w:lineRule="auto"/>
        <w:jc w:val="both"/>
        <w:rPr>
          <w:i/>
          <w:sz w:val="20"/>
          <w:szCs w:val="20"/>
        </w:rPr>
      </w:pPr>
    </w:p>
    <w:p w:rsidR="00BE04B9" w:rsidRPr="00960DD6" w:rsidRDefault="00BE04B9" w:rsidP="00BE04B9">
      <w:pPr>
        <w:spacing w:after="120" w:line="240" w:lineRule="auto"/>
        <w:jc w:val="both"/>
        <w:rPr>
          <w:sz w:val="20"/>
          <w:szCs w:val="20"/>
        </w:rPr>
      </w:pPr>
      <w:r w:rsidRPr="00B6206C">
        <w:rPr>
          <w:i/>
          <w:noProof/>
          <w:sz w:val="20"/>
          <w:szCs w:val="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367.5pt;margin-top:10.3pt;width:113.4pt;height:99.2pt;z-index:251658240;mso-width-relative:margin;mso-height-relative:margin">
            <v:textbox style="mso-next-textbox:#_x0000_s1055" inset="2mm,,2mm">
              <w:txbxContent>
                <w:p w:rsidR="00BE04B9" w:rsidRPr="00BE04B9" w:rsidRDefault="00BE04B9" w:rsidP="00BE04B9">
                  <w:pPr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sz w:val="18"/>
                      <w:szCs w:val="18"/>
                    </w:rPr>
                    <w:t>A:</w:t>
                  </w:r>
                  <w:r w:rsidRPr="007E7D09">
                    <w:rPr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Frage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Nr. 3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 w:rsidRPr="00B6206C">
        <w:rPr>
          <w:i/>
          <w:noProof/>
          <w:sz w:val="20"/>
          <w:szCs w:val="20"/>
          <w:lang w:eastAsia="de-DE"/>
        </w:rPr>
        <w:pict>
          <v:shape id="_x0000_s1063" type="#_x0000_t202" style="position:absolute;left:0;text-align:left;margin-left:244.7pt;margin-top:10.3pt;width:113.4pt;height:99.2pt;z-index:251658240;mso-width-relative:margin;mso-height-relative:margin">
            <v:textbox>
              <w:txbxContent>
                <w:p w:rsidR="00BE04B9" w:rsidRPr="007E7D09" w:rsidRDefault="00BE04B9" w:rsidP="00BE04B9">
                  <w:pPr>
                    <w:rPr>
                      <w:sz w:val="18"/>
                      <w:szCs w:val="18"/>
                    </w:rPr>
                  </w:pPr>
                  <w:r w:rsidRPr="007E7D09">
                    <w:rPr>
                      <w:b/>
                      <w:sz w:val="18"/>
                      <w:szCs w:val="18"/>
                    </w:rPr>
                    <w:t>A:</w:t>
                  </w:r>
                  <w:r w:rsidRPr="007E7D09">
                    <w:rPr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Frage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Nr. 4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 w:rsidRPr="00B6206C">
        <w:rPr>
          <w:i/>
          <w:noProof/>
          <w:sz w:val="20"/>
          <w:szCs w:val="20"/>
          <w:lang w:eastAsia="de-DE"/>
        </w:rPr>
        <w:pict>
          <v:shape id="_x0000_s1058" type="#_x0000_t202" style="position:absolute;left:0;text-align:left;margin-left:121.1pt;margin-top:10.3pt;width:113.4pt;height:99.2pt;z-index:251658240;mso-width-relative:margin;mso-height-relative:margin">
            <v:textbox style="mso-next-textbox:#_x0000_s1058" inset="2mm,,2mm">
              <w:txbxContent>
                <w:p w:rsidR="00BE04B9" w:rsidRPr="00BE04B9" w:rsidRDefault="00BE04B9" w:rsidP="00BE04B9">
                  <w:pPr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992F88">
                    <w:rPr>
                      <w:b/>
                      <w:sz w:val="18"/>
                      <w:szCs w:val="18"/>
                    </w:rPr>
                    <w:t>A: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 Frage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Nr. 7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 w:rsidRPr="00B6206C">
        <w:rPr>
          <w:i/>
          <w:noProof/>
          <w:sz w:val="20"/>
          <w:szCs w:val="20"/>
        </w:rPr>
        <w:pict>
          <v:shape id="_x0000_s1051" type="#_x0000_t202" style="position:absolute;left:0;text-align:left;margin-left:.55pt;margin-top:10.3pt;width:113.4pt;height:99.2pt;z-index:251658240;mso-width-relative:margin;mso-height-relative:margin">
            <v:textbox style="mso-next-textbox:#_x0000_s1051" inset="2mm,,2mm">
              <w:txbxContent>
                <w:p w:rsidR="00BE04B9" w:rsidRPr="00BE04B9" w:rsidRDefault="00BE04B9" w:rsidP="00BE04B9">
                  <w:pPr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BE04B9">
                    <w:rPr>
                      <w:b/>
                      <w:color w:val="000000" w:themeColor="text1"/>
                      <w:sz w:val="18"/>
                      <w:szCs w:val="18"/>
                    </w:rPr>
                    <w:t>A: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 Frage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Nr.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1.</w:t>
                  </w:r>
                </w:p>
                <w:p w:rsidR="00BE04B9" w:rsidRPr="00BE04B9" w:rsidRDefault="00BE04B9" w:rsidP="00BE04B9">
                  <w:pPr>
                    <w:rPr>
                      <w:sz w:val="18"/>
                      <w:szCs w:val="18"/>
                    </w:rPr>
                  </w:pPr>
                </w:p>
                <w:p w:rsidR="00BE04B9" w:rsidRPr="00001C72" w:rsidRDefault="00BE04B9" w:rsidP="00BE04B9">
                  <w:pPr>
                    <w:jc w:val="center"/>
                    <w:rPr>
                      <w:color w:val="808080" w:themeColor="background1" w:themeShade="80"/>
                      <w:sz w:val="28"/>
                      <w:szCs w:val="28"/>
                    </w:rPr>
                  </w:pPr>
                  <w:r w:rsidRPr="00001C72">
                    <w:rPr>
                      <w:color w:val="808080" w:themeColor="background1" w:themeShade="80"/>
                      <w:sz w:val="28"/>
                      <w:szCs w:val="28"/>
                    </w:rPr>
                    <w:t>Anfang</w:t>
                  </w:r>
                </w:p>
              </w:txbxContent>
            </v:textbox>
          </v:shape>
        </w:pict>
      </w:r>
    </w:p>
    <w:p w:rsidR="00BE04B9" w:rsidRPr="00960DD6" w:rsidRDefault="00BE04B9" w:rsidP="00BE04B9">
      <w:pPr>
        <w:spacing w:after="120" w:line="240" w:lineRule="auto"/>
        <w:jc w:val="both"/>
        <w:rPr>
          <w:sz w:val="20"/>
          <w:szCs w:val="20"/>
        </w:rPr>
      </w:pPr>
    </w:p>
    <w:p w:rsidR="00BE04B9" w:rsidRPr="00960DD6" w:rsidRDefault="00BE04B9" w:rsidP="00BE04B9">
      <w:pPr>
        <w:spacing w:after="120" w:line="240" w:lineRule="auto"/>
        <w:jc w:val="both"/>
        <w:rPr>
          <w:sz w:val="20"/>
          <w:szCs w:val="20"/>
        </w:rPr>
      </w:pPr>
    </w:p>
    <w:p w:rsidR="00BE04B9" w:rsidRPr="00960DD6" w:rsidRDefault="00BE04B9" w:rsidP="00BE04B9">
      <w:pPr>
        <w:spacing w:after="120" w:line="240" w:lineRule="auto"/>
        <w:jc w:val="both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de-DE"/>
        </w:rPr>
        <w:pict>
          <v:shape id="_x0000_s1064" type="#_x0000_t202" style="position:absolute;left:0;text-align:left;margin-left:121.1pt;margin-top:189.6pt;width:113.4pt;height:99.2pt;z-index:251658240;mso-width-relative:margin;mso-height-relative:margin">
            <v:textbox>
              <w:txbxContent>
                <w:p w:rsidR="00BE04B9" w:rsidRPr="00BE04B9" w:rsidRDefault="00BE04B9" w:rsidP="00BE04B9">
                  <w:pPr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sz w:val="18"/>
                      <w:szCs w:val="18"/>
                    </w:rPr>
                    <w:t>A:</w:t>
                  </w:r>
                  <w:r w:rsidRPr="007E7D09">
                    <w:rPr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b/>
                      <w:color w:val="548DD4" w:themeColor="text2" w:themeTint="99"/>
                      <w:sz w:val="18"/>
                      <w:szCs w:val="18"/>
                    </w:rPr>
                    <w:t>: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 Frage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Nr. 6.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66" type="#_x0000_t202" style="position:absolute;left:0;text-align:left;margin-left:121.1pt;margin-top:73.2pt;width:113.4pt;height:99.2pt;z-index:251658240;mso-width-relative:margin;mso-height-relative:margin">
            <v:textbox>
              <w:txbxContent>
                <w:p w:rsidR="009D0551" w:rsidRPr="00BE04B9" w:rsidRDefault="00BE04B9" w:rsidP="009D0551">
                  <w:pPr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sz w:val="18"/>
                      <w:szCs w:val="18"/>
                    </w:rPr>
                    <w:t>A:</w:t>
                  </w:r>
                  <w:r w:rsidRPr="007E7D09">
                    <w:rPr>
                      <w:sz w:val="18"/>
                      <w:szCs w:val="18"/>
                    </w:rPr>
                    <w:t xml:space="preserve"> </w:t>
                  </w:r>
                  <w:r w:rsidR="009D0551" w:rsidRPr="00BE04B9">
                    <w:rPr>
                      <w:color w:val="548DD4" w:themeColor="text2" w:themeTint="99"/>
                      <w:sz w:val="18"/>
                      <w:szCs w:val="18"/>
                    </w:rPr>
                    <w:t>Frage</w:t>
                  </w:r>
                  <w:r w:rsidR="009D0551"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="009D0551"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 w:rsidR="009D0551"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="009D0551"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 w:rsidR="009D0551">
                    <w:rPr>
                      <w:color w:val="548DD4" w:themeColor="text2" w:themeTint="99"/>
                      <w:sz w:val="18"/>
                      <w:szCs w:val="18"/>
                    </w:rPr>
                    <w:t xml:space="preserve">Nr. </w:t>
                  </w:r>
                  <w:r w:rsidR="009D0551" w:rsidRPr="00BE04B9">
                    <w:rPr>
                      <w:color w:val="548DD4" w:themeColor="text2" w:themeTint="99"/>
                      <w:sz w:val="18"/>
                      <w:szCs w:val="18"/>
                    </w:rPr>
                    <w:t>1</w:t>
                  </w:r>
                  <w:r w:rsidR="009D0551">
                    <w:rPr>
                      <w:color w:val="548DD4" w:themeColor="text2" w:themeTint="99"/>
                      <w:sz w:val="18"/>
                      <w:szCs w:val="18"/>
                    </w:rPr>
                    <w:t>0</w:t>
                  </w:r>
                  <w:r w:rsidR="009D0551" w:rsidRPr="00BE04B9">
                    <w:rPr>
                      <w:color w:val="548DD4" w:themeColor="text2" w:themeTint="99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52" type="#_x0000_t202" style="position:absolute;left:0;text-align:left;margin-left:121.1pt;margin-top:304.5pt;width:113.4pt;height:99.2pt;z-index:251658240;mso-width-relative:margin;mso-height-relative:margin">
            <v:textbox style="mso-next-textbox:#_x0000_s1052" inset="2mm,,2mm">
              <w:txbxContent>
                <w:p w:rsidR="00BE04B9" w:rsidRPr="00BE04B9" w:rsidRDefault="00BE04B9" w:rsidP="00BE04B9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i/>
                      <w:sz w:val="18"/>
                      <w:szCs w:val="18"/>
                    </w:rPr>
                    <w:t>B</w:t>
                  </w:r>
                  <w:r w:rsidRPr="00BE04B9">
                    <w:rPr>
                      <w:b/>
                      <w:i/>
                      <w:color w:val="548DD4" w:themeColor="text2" w:themeTint="99"/>
                      <w:sz w:val="18"/>
                      <w:szCs w:val="18"/>
                    </w:rPr>
                    <w:t>:</w:t>
                  </w:r>
                  <w:r w:rsidRPr="00BE04B9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 xml:space="preserve"> Antwort oder Lösung zu Frage 1</w:t>
                  </w:r>
                  <w:r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60" type="#_x0000_t202" style="position:absolute;left:0;text-align:left;margin-left:244.7pt;margin-top:189.6pt;width:113.4pt;height:99.2pt;z-index:251658240;mso-width-relative:margin;mso-height-relative:margin">
            <v:textbox style="mso-next-textbox:#_x0000_s1060" inset="2mm,,2mm">
              <w:txbxContent>
                <w:p w:rsidR="00A26398" w:rsidRPr="00BE04B9" w:rsidRDefault="00BE04B9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i/>
                      <w:sz w:val="18"/>
                      <w:szCs w:val="18"/>
                    </w:rPr>
                    <w:t>B:</w:t>
                  </w:r>
                  <w:r w:rsidRPr="007E7D09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A26398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Antwort oder Lösung zu Frage 5.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53" type="#_x0000_t202" style="position:absolute;left:0;text-align:left;margin-left:244.7pt;margin-top:304.5pt;width:113.4pt;height:99.2pt;z-index:251658240;mso-width-relative:margin;mso-height-relative:margin">
            <v:textbox style="mso-next-textbox:#_x0000_s1053" inset="2mm,,2mm">
              <w:txbxContent>
                <w:p w:rsidR="00A26398" w:rsidRPr="00BE04B9" w:rsidRDefault="00BE04B9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i/>
                      <w:sz w:val="18"/>
                      <w:szCs w:val="18"/>
                    </w:rPr>
                    <w:t xml:space="preserve">B: </w:t>
                  </w:r>
                  <w:r w:rsidR="00A26398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Antwort oder Lösung zu Frage 2.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59" type="#_x0000_t202" style="position:absolute;left:0;text-align:left;margin-left:244.7pt;margin-top:417.45pt;width:113.4pt;height:99.2pt;z-index:251658240;mso-width-relative:margin;mso-height-relative:margin">
            <v:textbox style="mso-next-textbox:#_x0000_s1059" inset="2mm,,2mm">
              <w:txbxContent>
                <w:p w:rsidR="00A26398" w:rsidRPr="00BE04B9" w:rsidRDefault="00BE04B9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i/>
                      <w:sz w:val="18"/>
                      <w:szCs w:val="18"/>
                    </w:rPr>
                    <w:t>B:</w:t>
                  </w:r>
                  <w:r w:rsidRPr="007E7D09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A26398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Antwort oder Lösung zu Frage 3.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67" type="#_x0000_t202" style="position:absolute;left:0;text-align:left;margin-left:367.5pt;margin-top:417.45pt;width:113.4pt;height:99.2pt;z-index:251658240;mso-width-relative:margin;mso-height-relative:margin">
            <v:textbox style="mso-next-textbox:#_x0000_s1067" inset="2mm,,2mm">
              <w:txbxContent>
                <w:p w:rsidR="00A26398" w:rsidRPr="00BE04B9" w:rsidRDefault="00BE04B9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 xml:space="preserve">B: </w:t>
                  </w:r>
                  <w:r w:rsidR="00A26398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Antwort oder Lösung zu Frage 4.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61" type="#_x0000_t202" style="position:absolute;left:0;text-align:left;margin-left:.55pt;margin-top:417.45pt;width:113.4pt;height:99.2pt;z-index:251658240;mso-width-relative:margin;mso-height-relative:margin">
            <v:textbox style="mso-next-textbox:#_x0000_s1061" inset="2mm,,2mm">
              <w:txbxContent>
                <w:p w:rsidR="00A26398" w:rsidRPr="00BE04B9" w:rsidRDefault="00BE04B9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i/>
                      <w:sz w:val="18"/>
                      <w:szCs w:val="18"/>
                    </w:rPr>
                    <w:t>B:</w:t>
                  </w:r>
                  <w:r w:rsidRPr="007E7D09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A26398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Antwort oder Lösung zu Frage 7.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70" type="#_x0000_t202" style="position:absolute;left:0;text-align:left;margin-left:.55pt;margin-top:304.5pt;width:113.4pt;height:99.2pt;z-index:251658240;mso-width-relative:margin;mso-height-relative:margin">
            <v:textbox style="mso-next-textbox:#_x0000_s1070" inset="2mm,,2mm">
              <w:txbxContent>
                <w:p w:rsidR="00A26398" w:rsidRDefault="00BE04B9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i/>
                      <w:sz w:val="18"/>
                      <w:szCs w:val="18"/>
                    </w:rPr>
                    <w:t xml:space="preserve">B: </w:t>
                  </w:r>
                  <w:r w:rsidR="00A26398" w:rsidRPr="00BE04B9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Antwort oder Lösung zu Frage 1</w:t>
                  </w:r>
                  <w:r w:rsidR="00A26398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0.</w:t>
                  </w:r>
                </w:p>
                <w:p w:rsidR="00A26398" w:rsidRPr="00BE04B9" w:rsidRDefault="00A26398" w:rsidP="00A26398">
                  <w:pPr>
                    <w:rPr>
                      <w:sz w:val="18"/>
                      <w:szCs w:val="18"/>
                    </w:rPr>
                  </w:pPr>
                </w:p>
                <w:p w:rsidR="00A26398" w:rsidRPr="00001C72" w:rsidRDefault="00A26398" w:rsidP="00A26398">
                  <w:pPr>
                    <w:jc w:val="center"/>
                    <w:rPr>
                      <w:color w:val="808080" w:themeColor="background1" w:themeShade="80"/>
                      <w:sz w:val="28"/>
                      <w:szCs w:val="28"/>
                    </w:rPr>
                  </w:pPr>
                  <w:r>
                    <w:rPr>
                      <w:color w:val="808080" w:themeColor="background1" w:themeShade="80"/>
                      <w:sz w:val="28"/>
                      <w:szCs w:val="28"/>
                    </w:rPr>
                    <w:t>Ende</w:t>
                  </w:r>
                </w:p>
                <w:p w:rsidR="00A26398" w:rsidRPr="00BE04B9" w:rsidRDefault="00A26398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65" type="#_x0000_t202" style="position:absolute;left:0;text-align:left;margin-left:367.5pt;margin-top:73.2pt;width:113.4pt;height:99.2pt;z-index:251658240;mso-width-relative:margin;mso-height-relative:margin">
            <v:textbox>
              <w:txbxContent>
                <w:p w:rsidR="00BE04B9" w:rsidRPr="00BE04B9" w:rsidRDefault="00BE04B9" w:rsidP="00BE04B9">
                  <w:pPr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sz w:val="18"/>
                      <w:szCs w:val="18"/>
                    </w:rPr>
                    <w:t>A:</w:t>
                  </w:r>
                  <w:r w:rsidRPr="007E7D09">
                    <w:rPr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Frage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Nr. 8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54" type="#_x0000_t202" style="position:absolute;left:0;text-align:left;margin-left:244.7pt;margin-top:73.2pt;width:113.4pt;height:99.2pt;z-index:251658240;mso-width-relative:margin;mso-height-relative:margin">
            <v:textbox>
              <w:txbxContent>
                <w:p w:rsidR="00BE04B9" w:rsidRPr="00BE04B9" w:rsidRDefault="00BE04B9" w:rsidP="00BE04B9">
                  <w:pPr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sz w:val="18"/>
                      <w:szCs w:val="18"/>
                    </w:rPr>
                    <w:t>A:</w:t>
                  </w:r>
                  <w:r w:rsidRPr="007E7D09">
                    <w:rPr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b/>
                      <w:color w:val="548DD4" w:themeColor="text2" w:themeTint="99"/>
                      <w:sz w:val="18"/>
                      <w:szCs w:val="18"/>
                    </w:rPr>
                    <w:t>: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 Frage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Nr. 2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57" type="#_x0000_t202" style="position:absolute;left:0;text-align:left;margin-left:.55pt;margin-top:73.2pt;width:113.4pt;height:99.2pt;z-index:251658240;mso-width-relative:margin;mso-height-relative:margin">
            <v:textbox style="mso-next-textbox:#_x0000_s1057" inset="2mm,,2mm">
              <w:txbxContent>
                <w:p w:rsidR="00BE04B9" w:rsidRPr="00BE04B9" w:rsidRDefault="00BE04B9" w:rsidP="00BE04B9">
                  <w:pPr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992F88">
                    <w:rPr>
                      <w:b/>
                      <w:sz w:val="18"/>
                      <w:szCs w:val="18"/>
                    </w:rPr>
                    <w:t>A:</w:t>
                  </w:r>
                  <w:r w:rsidRPr="00992F88">
                    <w:rPr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Frage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Nr. 9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69" type="#_x0000_t202" style="position:absolute;left:0;text-align:left;margin-left:367.5pt;margin-top:304.5pt;width:113.4pt;height:99.2pt;z-index:251658240;mso-width-relative:margin;mso-height-relative:margin">
            <v:textbox style="mso-next-textbox:#_x0000_s1069" inset="2mm,,2mm">
              <w:txbxContent>
                <w:p w:rsidR="00A26398" w:rsidRPr="00BE04B9" w:rsidRDefault="00BE04B9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i/>
                      <w:sz w:val="18"/>
                      <w:szCs w:val="18"/>
                    </w:rPr>
                    <w:t xml:space="preserve">B: </w:t>
                  </w:r>
                  <w:r w:rsidR="00A26398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Antwort oder Lösung zu Frage 8.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68" type="#_x0000_t202" style="position:absolute;left:0;text-align:left;margin-left:367.5pt;margin-top:189.6pt;width:113.4pt;height:99.2pt;z-index:251658240;mso-width-relative:margin;mso-height-relative:margin">
            <v:textbox style="mso-next-textbox:#_x0000_s1068" inset="2mm,,2mm">
              <w:txbxContent>
                <w:p w:rsidR="00A26398" w:rsidRPr="00BE04B9" w:rsidRDefault="00BE04B9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i/>
                      <w:sz w:val="18"/>
                      <w:szCs w:val="18"/>
                    </w:rPr>
                    <w:t xml:space="preserve">B: </w:t>
                  </w:r>
                  <w:r w:rsidR="00A26398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Antwort oder Lösung zu Frage 6.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62" type="#_x0000_t202" style="position:absolute;left:0;text-align:left;margin-left:121.1pt;margin-top:417.45pt;width:113.4pt;height:99.2pt;z-index:251658240;mso-width-relative:margin;mso-height-relative:margin">
            <v:textbox style="mso-next-textbox:#_x0000_s1062" inset="2mm,,2mm">
              <w:txbxContent>
                <w:p w:rsidR="00A26398" w:rsidRPr="00BE04B9" w:rsidRDefault="00BE04B9" w:rsidP="00A26398">
                  <w:pPr>
                    <w:rPr>
                      <w:i/>
                      <w:color w:val="548DD4" w:themeColor="text2" w:themeTint="99"/>
                      <w:sz w:val="18"/>
                      <w:szCs w:val="18"/>
                    </w:rPr>
                  </w:pPr>
                  <w:r w:rsidRPr="007E7D09">
                    <w:rPr>
                      <w:b/>
                      <w:i/>
                      <w:sz w:val="18"/>
                      <w:szCs w:val="18"/>
                    </w:rPr>
                    <w:t>B:</w:t>
                  </w:r>
                  <w:r w:rsidRPr="007E7D09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A26398">
                    <w:rPr>
                      <w:i/>
                      <w:color w:val="548DD4" w:themeColor="text2" w:themeTint="99"/>
                      <w:sz w:val="18"/>
                      <w:szCs w:val="18"/>
                    </w:rPr>
                    <w:t>Antwort oder Lösung zu Frage 9.</w:t>
                  </w:r>
                </w:p>
              </w:txbxContent>
            </v:textbox>
          </v:shape>
        </w:pict>
      </w:r>
      <w:r>
        <w:rPr>
          <w:i/>
          <w:noProof/>
          <w:sz w:val="20"/>
          <w:szCs w:val="20"/>
          <w:lang w:eastAsia="de-DE"/>
        </w:rPr>
        <w:pict>
          <v:shape id="_x0000_s1056" type="#_x0000_t202" style="position:absolute;left:0;text-align:left;margin-left:.55pt;margin-top:189.6pt;width:113.4pt;height:99.2pt;z-index:251658240;mso-width-relative:margin;mso-height-relative:margin">
            <v:textbox style="mso-next-textbox:#_x0000_s1056" inset="2mm,,2mm">
              <w:txbxContent>
                <w:p w:rsidR="00BE04B9" w:rsidRPr="00BE04B9" w:rsidRDefault="00BE04B9" w:rsidP="00BE04B9">
                  <w:pPr>
                    <w:rPr>
                      <w:color w:val="548DD4" w:themeColor="text2" w:themeTint="99"/>
                      <w:sz w:val="18"/>
                      <w:szCs w:val="18"/>
                    </w:rPr>
                  </w:pPr>
                  <w:r w:rsidRPr="00992F88">
                    <w:rPr>
                      <w:b/>
                      <w:sz w:val="18"/>
                      <w:szCs w:val="18"/>
                    </w:rPr>
                    <w:t>A: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 Frage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oder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 xml:space="preserve"> 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 xml:space="preserve">Aufgabe </w:t>
                  </w:r>
                  <w:r>
                    <w:rPr>
                      <w:color w:val="548DD4" w:themeColor="text2" w:themeTint="99"/>
                      <w:sz w:val="18"/>
                      <w:szCs w:val="18"/>
                    </w:rPr>
                    <w:t>Nr. 5</w:t>
                  </w:r>
                  <w:r w:rsidRPr="00BE04B9">
                    <w:rPr>
                      <w:color w:val="548DD4" w:themeColor="text2" w:themeTint="99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p w:rsidR="00BE04B9" w:rsidRDefault="00BE04B9" w:rsidP="00420B8A">
      <w:pPr>
        <w:spacing w:after="120" w:line="240" w:lineRule="auto"/>
        <w:rPr>
          <w:b/>
          <w:sz w:val="20"/>
          <w:szCs w:val="20"/>
        </w:rPr>
      </w:pPr>
    </w:p>
    <w:sectPr w:rsidR="00BE04B9" w:rsidSect="00F840CC">
      <w:headerReference w:type="default" r:id="rId7"/>
      <w:footerReference w:type="default" r:id="rId8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297" w:rsidRDefault="009E4297">
      <w:pPr>
        <w:spacing w:line="240" w:lineRule="auto"/>
      </w:pPr>
      <w:r>
        <w:separator/>
      </w:r>
    </w:p>
  </w:endnote>
  <w:endnote w:type="continuationSeparator" w:id="0">
    <w:p w:rsidR="009E4297" w:rsidRDefault="009E42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297" w:rsidRDefault="009E4297">
      <w:pPr>
        <w:spacing w:line="240" w:lineRule="auto"/>
      </w:pPr>
      <w:r>
        <w:separator/>
      </w:r>
    </w:p>
  </w:footnote>
  <w:footnote w:type="continuationSeparator" w:id="0">
    <w:p w:rsidR="009E4297" w:rsidRDefault="009E429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0B0B65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0B0B65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BE04B9">
      <w:rPr>
        <w:b/>
        <w:color w:val="DA2F37"/>
        <w:sz w:val="16"/>
      </w:rPr>
      <w:t>DFU-Methode: Dialog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13"/>
  </w:num>
  <w:num w:numId="15">
    <w:abstractNumId w:val="27"/>
  </w:num>
  <w:num w:numId="16">
    <w:abstractNumId w:val="18"/>
  </w:num>
  <w:num w:numId="17">
    <w:abstractNumId w:val="23"/>
  </w:num>
  <w:num w:numId="18">
    <w:abstractNumId w:val="12"/>
  </w:num>
  <w:num w:numId="19">
    <w:abstractNumId w:val="14"/>
  </w:num>
  <w:num w:numId="20">
    <w:abstractNumId w:val="25"/>
  </w:num>
  <w:num w:numId="21">
    <w:abstractNumId w:val="17"/>
  </w:num>
  <w:num w:numId="22">
    <w:abstractNumId w:val="28"/>
  </w:num>
  <w:num w:numId="23">
    <w:abstractNumId w:val="29"/>
  </w:num>
  <w:num w:numId="24">
    <w:abstractNumId w:val="16"/>
  </w:num>
  <w:num w:numId="25">
    <w:abstractNumId w:val="19"/>
  </w:num>
  <w:num w:numId="26">
    <w:abstractNumId w:val="33"/>
  </w:num>
  <w:num w:numId="27">
    <w:abstractNumId w:val="34"/>
  </w:num>
  <w:num w:numId="28">
    <w:abstractNumId w:val="15"/>
  </w:num>
  <w:num w:numId="29">
    <w:abstractNumId w:val="20"/>
  </w:num>
  <w:num w:numId="30">
    <w:abstractNumId w:val="11"/>
  </w:num>
  <w:num w:numId="31">
    <w:abstractNumId w:val="32"/>
  </w:num>
  <w:num w:numId="32">
    <w:abstractNumId w:val="31"/>
  </w:num>
  <w:num w:numId="33">
    <w:abstractNumId w:val="30"/>
  </w:num>
  <w:num w:numId="34">
    <w:abstractNumId w:val="21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3554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5A45"/>
    <w:rsid w:val="00064151"/>
    <w:rsid w:val="00076159"/>
    <w:rsid w:val="000963F4"/>
    <w:rsid w:val="000B0B65"/>
    <w:rsid w:val="000D6948"/>
    <w:rsid w:val="00147F97"/>
    <w:rsid w:val="0015674D"/>
    <w:rsid w:val="001608B1"/>
    <w:rsid w:val="00185478"/>
    <w:rsid w:val="00190498"/>
    <w:rsid w:val="001C1E30"/>
    <w:rsid w:val="001E3B2A"/>
    <w:rsid w:val="001F6DC4"/>
    <w:rsid w:val="00210F95"/>
    <w:rsid w:val="002126E8"/>
    <w:rsid w:val="0022411C"/>
    <w:rsid w:val="00237E05"/>
    <w:rsid w:val="00282050"/>
    <w:rsid w:val="002A2CBA"/>
    <w:rsid w:val="002B0FCF"/>
    <w:rsid w:val="002B6F57"/>
    <w:rsid w:val="002C4040"/>
    <w:rsid w:val="002E27EA"/>
    <w:rsid w:val="0032591A"/>
    <w:rsid w:val="003268B9"/>
    <w:rsid w:val="00327DF2"/>
    <w:rsid w:val="00373E09"/>
    <w:rsid w:val="00376AC0"/>
    <w:rsid w:val="003B27C9"/>
    <w:rsid w:val="003B359F"/>
    <w:rsid w:val="003B79B2"/>
    <w:rsid w:val="003C7A8C"/>
    <w:rsid w:val="003D7154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81440E"/>
    <w:rsid w:val="00817654"/>
    <w:rsid w:val="0087330A"/>
    <w:rsid w:val="008859F8"/>
    <w:rsid w:val="008A166D"/>
    <w:rsid w:val="008A5403"/>
    <w:rsid w:val="008B7264"/>
    <w:rsid w:val="008D7264"/>
    <w:rsid w:val="008E5792"/>
    <w:rsid w:val="008F2CF3"/>
    <w:rsid w:val="009705B5"/>
    <w:rsid w:val="009942FD"/>
    <w:rsid w:val="009B1711"/>
    <w:rsid w:val="009D0551"/>
    <w:rsid w:val="009D3A94"/>
    <w:rsid w:val="009E1E02"/>
    <w:rsid w:val="009E4297"/>
    <w:rsid w:val="00A02A22"/>
    <w:rsid w:val="00A22E30"/>
    <w:rsid w:val="00A26398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BE04B9"/>
    <w:rsid w:val="00C045CE"/>
    <w:rsid w:val="00C36C32"/>
    <w:rsid w:val="00C40305"/>
    <w:rsid w:val="00C44F2D"/>
    <w:rsid w:val="00C762FD"/>
    <w:rsid w:val="00CA56B1"/>
    <w:rsid w:val="00CC01EB"/>
    <w:rsid w:val="00CD1289"/>
    <w:rsid w:val="00CE143E"/>
    <w:rsid w:val="00CE3F8A"/>
    <w:rsid w:val="00CF41B2"/>
    <w:rsid w:val="00D25C41"/>
    <w:rsid w:val="00D4380A"/>
    <w:rsid w:val="00D62D25"/>
    <w:rsid w:val="00D74BBB"/>
    <w:rsid w:val="00D814FE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27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2012-07-13T06:12:00Z</dcterms:created>
  <dcterms:modified xsi:type="dcterms:W3CDTF">2012-07-13T06:12:00Z</dcterms:modified>
</cp:coreProperties>
</file>