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060BFF" w:rsidRPr="00D75B98" w:rsidRDefault="00FB2966" w:rsidP="00BC1623">
      <w:pPr>
        <w:spacing w:after="120" w:line="240" w:lineRule="auto"/>
        <w:jc w:val="both"/>
        <w:rPr>
          <w:rFonts w:cs="Arial"/>
          <w:b/>
          <w:i/>
          <w:sz w:val="20"/>
          <w:szCs w:val="20"/>
        </w:rPr>
      </w:pPr>
      <w:r w:rsidRPr="00FB2966">
        <w:rPr>
          <w:rFonts w:cs="Arial"/>
          <w:noProof/>
          <w:sz w:val="20"/>
          <w:szCs w:val="20"/>
          <w:lang w:eastAsia="de-D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2" type="#_x0000_t136" style="position:absolute;left:0;text-align:left;margin-left:356.25pt;margin-top:108.55pt;width:133.55pt;height:14.4pt;rotation:27253219fd;z-index:251663360;mso-position-horizontal-relative:margin;mso-position-vertical-relative:margin" fillcolor="black [3213]">
            <v:shadow color="#868686"/>
            <v:textpath style="font-family:&quot;Arial&quot;;font-size:10pt;v-text-spacing:78650f;v-text-kern:t" trim="t" fitpath="t" string="Dies ist Satzteil 3"/>
            <w10:wrap type="square" anchorx="margin" anchory="margin"/>
          </v:shape>
        </w:pict>
      </w:r>
      <w:r w:rsidR="00060BFF" w:rsidRPr="008A575F">
        <w:rPr>
          <w:b/>
          <w:sz w:val="20"/>
          <w:szCs w:val="20"/>
        </w:rPr>
        <w:t>Aufgabe:</w:t>
      </w:r>
      <w:r w:rsidR="00060BFF">
        <w:rPr>
          <w:b/>
          <w:sz w:val="20"/>
          <w:szCs w:val="20"/>
        </w:rPr>
        <w:t xml:space="preserve"> </w:t>
      </w:r>
      <w:r w:rsidR="00BC1623">
        <w:rPr>
          <w:rFonts w:cs="Arial"/>
          <w:b/>
          <w:i/>
          <w:sz w:val="20"/>
          <w:szCs w:val="20"/>
        </w:rPr>
        <w:t>Bilde aus den folgenden Satzteilen</w:t>
      </w:r>
      <w:r w:rsidR="00BC1623" w:rsidRPr="00BC1623">
        <w:rPr>
          <w:rFonts w:cs="Arial"/>
          <w:b/>
          <w:i/>
          <w:color w:val="548DD4" w:themeColor="text2" w:themeTint="99"/>
          <w:sz w:val="20"/>
          <w:szCs w:val="20"/>
        </w:rPr>
        <w:t xml:space="preserve"> x</w:t>
      </w:r>
      <w:r w:rsidR="00BC1623">
        <w:rPr>
          <w:rFonts w:cs="Arial"/>
          <w:b/>
          <w:i/>
          <w:sz w:val="20"/>
          <w:szCs w:val="20"/>
        </w:rPr>
        <w:t xml:space="preserve"> sinnvolle Sätze. Achte auch auf die logisch richtige Reihenfolge der Sätze.</w:t>
      </w:r>
    </w:p>
    <w:p w:rsidR="00060BFF" w:rsidRPr="00D75B98" w:rsidRDefault="00FB2966" w:rsidP="00060BFF">
      <w:pPr>
        <w:spacing w:after="120" w:line="240" w:lineRule="auto"/>
        <w:rPr>
          <w:rFonts w:cs="Arial"/>
          <w:sz w:val="20"/>
          <w:szCs w:val="20"/>
        </w:rPr>
      </w:pPr>
      <w:r w:rsidRPr="00FB2966">
        <w:rPr>
          <w:noProof/>
        </w:rPr>
        <w:pict>
          <v:shape id="_x0000_s1050" type="#_x0000_t136" style="position:absolute;margin-left:129.9pt;margin-top:73.65pt;width:133.55pt;height:14.4pt;rotation:342;z-index:251660288;mso-position-horizontal-relative:margin;mso-position-vertical-relative:margin" fillcolor="black [3213]">
            <v:shadow color="#868686"/>
            <v:textpath style="font-family:&quot;Arial&quot;;font-size:10pt;v-text-spacing:78650f;v-text-kern:t" trim="t" fitpath="t" string="Dies ist Satzteil 2"/>
            <w10:wrap type="square" anchorx="margin" anchory="margin"/>
          </v:shape>
        </w:pict>
      </w:r>
    </w:p>
    <w:p w:rsidR="00060BFF" w:rsidRDefault="00FB2966" w:rsidP="00060BFF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  <w:lang w:eastAsia="de-DE"/>
        </w:rPr>
        <w:pict>
          <v:shape id="_x0000_s1053" type="#_x0000_t136" style="position:absolute;margin-left:253.2pt;margin-top:99.1pt;width:133.55pt;height:14.4pt;rotation:24191980fd;z-index:251664384;mso-position-horizontal-relative:margin;mso-position-vertical-relative:margin" fillcolor="black [3213]">
            <v:shadow color="#868686"/>
            <v:textpath style="font-family:&quot;Arial&quot;;font-size:10pt;v-text-spacing:78650f;v-text-kern:t" trim="t" fitpath="t" string="Dies ist Satzteil 4"/>
            <w10:wrap type="square" anchorx="margin" anchory="margin"/>
          </v:shape>
        </w:pict>
      </w:r>
    </w:p>
    <w:p w:rsidR="000A1A55" w:rsidRDefault="00FB2966" w:rsidP="00060BFF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  <w:lang w:eastAsia="de-DE"/>
        </w:rPr>
        <w:pict>
          <v:shape id="_x0000_s1055" type="#_x0000_t136" style="position:absolute;margin-left:190.45pt;margin-top:138.3pt;width:133.55pt;height:14.4pt;rotation:23861174fd;z-index:251666432;mso-position-horizontal-relative:margin;mso-position-vertical-relative:margin" fillcolor="black [3213]">
            <v:shadow color="#868686"/>
            <v:textpath style="font-family:&quot;Arial&quot;;font-size:10pt;v-text-spacing:78650f;v-text-kern:t" trim="t" fitpath="t" string="Dies ist Satzteil 6"/>
            <w10:wrap type="square" anchorx="margin" anchory="margin"/>
          </v:shape>
        </w:pict>
      </w:r>
      <w:r w:rsidRPr="00FB2966">
        <w:rPr>
          <w:noProof/>
        </w:rPr>
        <w:pict>
          <v:shape id="_x0000_s1051" type="#_x0000_t136" style="position:absolute;margin-left:8.95pt;margin-top:105.7pt;width:124.95pt;height:14.4pt;rotation:23;z-index:251662336;mso-position-horizontal-relative:margin;mso-position-vertical-relative:margin" fillcolor="black [3213]">
            <v:shadow color="#868686"/>
            <v:textpath style="font-family:&quot;Arial&quot;;font-size:10pt;v-text-spacing:78650f;v-text-kern:t" trim="t" fitpath="t" string="Dies ist Satzteil 1"/>
            <w10:wrap type="square" anchorx="margin" anchory="margin"/>
          </v:shape>
        </w:pict>
      </w:r>
    </w:p>
    <w:p w:rsidR="000A1A55" w:rsidRDefault="000A1A55" w:rsidP="00060BFF">
      <w:pPr>
        <w:spacing w:after="120" w:line="240" w:lineRule="auto"/>
        <w:rPr>
          <w:rFonts w:cs="Arial"/>
          <w:sz w:val="20"/>
          <w:szCs w:val="20"/>
        </w:rPr>
      </w:pPr>
    </w:p>
    <w:p w:rsidR="000A1A55" w:rsidRDefault="00FB2966" w:rsidP="00060BFF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  <w:lang w:eastAsia="de-DE"/>
        </w:rPr>
        <w:pict>
          <v:shape id="_x0000_s1057" type="#_x0000_t136" style="position:absolute;margin-left:139.05pt;margin-top:190.95pt;width:133.55pt;height:14.4pt;rotation:22777459fd;z-index:251668480;mso-position-horizontal-relative:margin;mso-position-vertical-relative:margin" fillcolor="black [3213]">
            <v:shadow color="#868686"/>
            <v:textpath style="font-family:&quot;Arial&quot;;font-size:10pt;v-text-spacing:78650f;v-text-kern:t" trim="t" fitpath="t" string="Dies ist Satzteil 8"/>
            <w10:wrap type="square" anchorx="margin" anchory="margin"/>
          </v:shape>
        </w:pict>
      </w:r>
      <w:r>
        <w:rPr>
          <w:rFonts w:cs="Arial"/>
          <w:noProof/>
          <w:sz w:val="20"/>
          <w:szCs w:val="20"/>
          <w:lang w:eastAsia="de-DE"/>
        </w:rPr>
        <w:pict>
          <v:shape id="_x0000_s1056" type="#_x0000_t136" style="position:absolute;margin-left:291.75pt;margin-top:182.5pt;width:133.55pt;height:14.4pt;rotation:-1412354fd;z-index:251667456;mso-position-horizontal-relative:margin;mso-position-vertical-relative:margin" fillcolor="black [3213]">
            <v:shadow color="#868686"/>
            <v:textpath style="font-family:&quot;Arial&quot;;font-size:10pt;v-text-spacing:78650f;v-text-kern:t" trim="t" fitpath="t" string="Dies ist Satzteil 7"/>
            <w10:wrap type="square" anchorx="margin" anchory="margin"/>
          </v:shape>
        </w:pict>
      </w:r>
      <w:r>
        <w:rPr>
          <w:rFonts w:cs="Arial"/>
          <w:noProof/>
          <w:sz w:val="20"/>
          <w:szCs w:val="20"/>
          <w:lang w:eastAsia="de-DE"/>
        </w:rPr>
        <w:pict>
          <v:shape id="_x0000_s1054" type="#_x0000_t136" style="position:absolute;margin-left:5.5pt;margin-top:168.1pt;width:133.55pt;height:14.4pt;rotation:23911769fd;z-index:251665408;mso-position-horizontal-relative:margin;mso-position-vertical-relative:margin" fillcolor="black [3213]">
            <v:shadow color="#868686"/>
            <v:textpath style="font-family:&quot;Arial&quot;;font-size:10pt;v-text-spacing:78650f;v-text-kern:t" trim="t" fitpath="t" string="Dies ist Satzteil 5"/>
            <w10:wrap type="square" anchorx="margin" anchory="margin"/>
          </v:shape>
        </w:pict>
      </w:r>
    </w:p>
    <w:p w:rsidR="000A1A55" w:rsidRDefault="000A1A55" w:rsidP="00060BFF">
      <w:pPr>
        <w:spacing w:after="120" w:line="240" w:lineRule="auto"/>
        <w:rPr>
          <w:rFonts w:cs="Arial"/>
          <w:sz w:val="20"/>
          <w:szCs w:val="20"/>
        </w:rPr>
      </w:pPr>
    </w:p>
    <w:p w:rsidR="000A1A55" w:rsidRDefault="000A1A55" w:rsidP="00060BFF">
      <w:pPr>
        <w:spacing w:after="120" w:line="240" w:lineRule="auto"/>
        <w:rPr>
          <w:rFonts w:cs="Arial"/>
          <w:sz w:val="20"/>
          <w:szCs w:val="20"/>
        </w:rPr>
      </w:pPr>
    </w:p>
    <w:p w:rsidR="000A1A55" w:rsidRDefault="00FB2966" w:rsidP="00060BFF">
      <w:pPr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311.6pt;margin-top:7.8pt;width:191.75pt;height:91.95pt;z-index:251670528;mso-width-percent:400;mso-height-percent:200;mso-width-percent:400;mso-height-percent:200;mso-width-relative:margin;mso-height-relative:margin">
            <v:textbox style="mso-fit-shape-to-text:t">
              <w:txbxContent>
                <w:p w:rsidR="000A1A55" w:rsidRPr="000A1A55" w:rsidRDefault="000A1A55">
                  <w:pPr>
                    <w:rPr>
                      <w:color w:val="FF0000"/>
                    </w:rPr>
                  </w:pPr>
                  <w:r w:rsidRPr="000A1A55">
                    <w:rPr>
                      <w:color w:val="FF0000"/>
                    </w:rPr>
                    <w:t>Hinweis: Die Satzteile sind mit WORD ART erstellt worden. Zur Änderung des Textes bitte Doppe</w:t>
                  </w:r>
                  <w:r w:rsidRPr="000A1A55">
                    <w:rPr>
                      <w:color w:val="FF0000"/>
                    </w:rPr>
                    <w:t>l</w:t>
                  </w:r>
                  <w:r w:rsidRPr="000A1A55">
                    <w:rPr>
                      <w:color w:val="FF0000"/>
                    </w:rPr>
                    <w:t>klick auf das Satzteil, dann „Text bearbeiten“ anklicken (ganz links oben).</w:t>
                  </w:r>
                </w:p>
              </w:txbxContent>
            </v:textbox>
          </v:shape>
        </w:pict>
      </w:r>
    </w:p>
    <w:p w:rsidR="00055E90" w:rsidRDefault="00055E90" w:rsidP="00060BFF">
      <w:pPr>
        <w:spacing w:after="120" w:line="240" w:lineRule="auto"/>
        <w:rPr>
          <w:rFonts w:cs="Arial"/>
          <w:sz w:val="20"/>
          <w:szCs w:val="20"/>
        </w:rPr>
      </w:pPr>
    </w:p>
    <w:p w:rsidR="00055E90" w:rsidRDefault="00055E90" w:rsidP="00060BFF">
      <w:pPr>
        <w:spacing w:after="120" w:line="240" w:lineRule="auto"/>
        <w:rPr>
          <w:rFonts w:cs="Arial"/>
          <w:sz w:val="20"/>
          <w:szCs w:val="20"/>
        </w:rPr>
      </w:pPr>
    </w:p>
    <w:p w:rsidR="00055E90" w:rsidRDefault="00055E90" w:rsidP="00060BFF">
      <w:pPr>
        <w:spacing w:after="120" w:line="240" w:lineRule="auto"/>
        <w:rPr>
          <w:rFonts w:cs="Arial"/>
          <w:sz w:val="20"/>
          <w:szCs w:val="20"/>
        </w:rPr>
      </w:pPr>
    </w:p>
    <w:p w:rsidR="00055E90" w:rsidRDefault="00055E90" w:rsidP="00060BFF">
      <w:pPr>
        <w:spacing w:after="120" w:line="240" w:lineRule="auto"/>
        <w:rPr>
          <w:rFonts w:cs="Arial"/>
          <w:sz w:val="20"/>
          <w:szCs w:val="20"/>
        </w:rPr>
      </w:pPr>
    </w:p>
    <w:p w:rsidR="00055E90" w:rsidRDefault="00055E90" w:rsidP="00060BFF">
      <w:pPr>
        <w:spacing w:after="120" w:line="240" w:lineRule="auto"/>
        <w:rPr>
          <w:rFonts w:cs="Arial"/>
          <w:sz w:val="20"/>
          <w:szCs w:val="20"/>
        </w:rPr>
      </w:pP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</w:t>
      </w:r>
      <w:r w:rsidRPr="003056B5">
        <w:rPr>
          <w:rFonts w:cs="Arial"/>
          <w:sz w:val="20"/>
          <w:szCs w:val="20"/>
        </w:rPr>
        <w:t>___________________________</w:t>
      </w:r>
      <w:r>
        <w:rPr>
          <w:rFonts w:cs="Arial"/>
          <w:sz w:val="20"/>
          <w:szCs w:val="20"/>
        </w:rPr>
        <w:t>_</w:t>
      </w:r>
      <w:r w:rsidRPr="003056B5">
        <w:rPr>
          <w:rFonts w:cs="Arial"/>
          <w:sz w:val="20"/>
          <w:szCs w:val="20"/>
        </w:rPr>
        <w:t>____________________________________________</w:t>
      </w:r>
    </w:p>
    <w:p w:rsidR="00060BFF" w:rsidRDefault="00060BFF" w:rsidP="00060BFF">
      <w:pPr>
        <w:spacing w:after="240" w:line="240" w:lineRule="auto"/>
        <w:ind w:left="284" w:firstLine="7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</w:t>
      </w:r>
      <w:r w:rsidRPr="003056B5">
        <w:rPr>
          <w:rFonts w:cs="Arial"/>
          <w:sz w:val="20"/>
          <w:szCs w:val="20"/>
        </w:rPr>
        <w:t>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</w:t>
      </w:r>
      <w:r w:rsidRPr="003056B5">
        <w:rPr>
          <w:rFonts w:cs="Arial"/>
          <w:sz w:val="20"/>
          <w:szCs w:val="20"/>
        </w:rPr>
        <w:t>_______________________________________________________________________</w:t>
      </w:r>
    </w:p>
    <w:p w:rsidR="00060BFF" w:rsidRDefault="00060BFF" w:rsidP="00060BFF">
      <w:pPr>
        <w:spacing w:after="240" w:line="240" w:lineRule="auto"/>
        <w:ind w:left="284" w:firstLine="7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</w:t>
      </w:r>
      <w:r w:rsidRPr="003056B5">
        <w:rPr>
          <w:rFonts w:cs="Arial"/>
          <w:sz w:val="20"/>
          <w:szCs w:val="20"/>
        </w:rPr>
        <w:t>___________________________________________________________________________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</w:t>
      </w:r>
      <w:r w:rsidRPr="003056B5">
        <w:rPr>
          <w:rFonts w:cs="Arial"/>
          <w:sz w:val="20"/>
          <w:szCs w:val="20"/>
        </w:rPr>
        <w:t>_____________________________________________________________________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</w:t>
      </w:r>
      <w:r w:rsidRPr="003056B5">
        <w:rPr>
          <w:rFonts w:cs="Arial"/>
          <w:sz w:val="20"/>
          <w:szCs w:val="20"/>
        </w:rPr>
        <w:t>___________________________________________________________________________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</w:t>
      </w:r>
      <w:r w:rsidRPr="003056B5">
        <w:rPr>
          <w:rFonts w:cs="Arial"/>
          <w:sz w:val="20"/>
          <w:szCs w:val="20"/>
        </w:rPr>
        <w:t>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sectPr w:rsidR="00060BFF" w:rsidRPr="003056B5" w:rsidSect="00470FCC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5C1" w:rsidRDefault="003255C1">
      <w:pPr>
        <w:spacing w:line="240" w:lineRule="auto"/>
      </w:pPr>
      <w:r>
        <w:separator/>
      </w:r>
    </w:p>
  </w:endnote>
  <w:endnote w:type="continuationSeparator" w:id="0">
    <w:p w:rsidR="003255C1" w:rsidRDefault="00325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75136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7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5C1" w:rsidRDefault="003255C1">
      <w:pPr>
        <w:spacing w:line="240" w:lineRule="auto"/>
      </w:pPr>
      <w:r>
        <w:separator/>
      </w:r>
    </w:p>
  </w:footnote>
  <w:footnote w:type="continuationSeparator" w:id="0">
    <w:p w:rsidR="003255C1" w:rsidRDefault="003255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FB2966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FB2966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BC1623">
      <w:rPr>
        <w:b/>
        <w:color w:val="DA2F37"/>
        <w:sz w:val="16"/>
      </w:rPr>
      <w:t>Text</w:t>
    </w:r>
    <w:r w:rsidR="00060BFF">
      <w:rPr>
        <w:b/>
        <w:color w:val="DA2F37"/>
        <w:sz w:val="16"/>
      </w:rPr>
      <w:t>puzzle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77184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9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76160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8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2450">
      <w:rPr>
        <w:b/>
        <w:sz w:val="16"/>
      </w:rPr>
      <w:tab/>
      <w:t xml:space="preserve">B7 Kondensator, Wasserstoff, </w:t>
    </w:r>
    <w:proofErr w:type="spellStart"/>
    <w:r w:rsidR="00272450">
      <w:rPr>
        <w:b/>
        <w:sz w:val="16"/>
      </w:rPr>
      <w:t>Redox</w:t>
    </w:r>
    <w:proofErr w:type="spellEnd"/>
    <w:r w:rsidR="00272450">
      <w:rPr>
        <w:b/>
        <w:sz w:val="16"/>
      </w:rPr>
      <w:t>-Flow – Wir speichern regenerative Energie</w:t>
    </w:r>
    <w:r w:rsidR="00272450">
      <w:rPr>
        <w:b/>
        <w:sz w:val="16"/>
      </w:rPr>
      <w:tab/>
      <w:t>DFU-Methode: Textpuzzle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BE27EC7"/>
    <w:multiLevelType w:val="hybridMultilevel"/>
    <w:tmpl w:val="CD0A8CA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946415B"/>
    <w:multiLevelType w:val="hybridMultilevel"/>
    <w:tmpl w:val="0486EDBC"/>
    <w:lvl w:ilvl="0" w:tplc="3DE609EC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7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75B4D77"/>
    <w:multiLevelType w:val="hybridMultilevel"/>
    <w:tmpl w:val="8EC0FE30"/>
    <w:lvl w:ilvl="0" w:tplc="75F84794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3BB678D4"/>
    <w:multiLevelType w:val="hybridMultilevel"/>
    <w:tmpl w:val="A844EA3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63D09BA"/>
    <w:multiLevelType w:val="hybridMultilevel"/>
    <w:tmpl w:val="11F41086"/>
    <w:lvl w:ilvl="0" w:tplc="E2404E2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9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6"/>
  </w:num>
  <w:num w:numId="14">
    <w:abstractNumId w:val="16"/>
  </w:num>
  <w:num w:numId="15">
    <w:abstractNumId w:val="39"/>
  </w:num>
  <w:num w:numId="16">
    <w:abstractNumId w:val="22"/>
  </w:num>
  <w:num w:numId="17">
    <w:abstractNumId w:val="27"/>
  </w:num>
  <w:num w:numId="18">
    <w:abstractNumId w:val="14"/>
  </w:num>
  <w:num w:numId="19">
    <w:abstractNumId w:val="17"/>
  </w:num>
  <w:num w:numId="20">
    <w:abstractNumId w:val="30"/>
  </w:num>
  <w:num w:numId="21">
    <w:abstractNumId w:val="21"/>
  </w:num>
  <w:num w:numId="22">
    <w:abstractNumId w:val="40"/>
  </w:num>
  <w:num w:numId="23">
    <w:abstractNumId w:val="41"/>
  </w:num>
  <w:num w:numId="24">
    <w:abstractNumId w:val="20"/>
  </w:num>
  <w:num w:numId="25">
    <w:abstractNumId w:val="23"/>
  </w:num>
  <w:num w:numId="26">
    <w:abstractNumId w:val="47"/>
  </w:num>
  <w:num w:numId="27">
    <w:abstractNumId w:val="48"/>
  </w:num>
  <w:num w:numId="28">
    <w:abstractNumId w:val="18"/>
  </w:num>
  <w:num w:numId="29">
    <w:abstractNumId w:val="24"/>
  </w:num>
  <w:num w:numId="30">
    <w:abstractNumId w:val="12"/>
  </w:num>
  <w:num w:numId="31">
    <w:abstractNumId w:val="45"/>
  </w:num>
  <w:num w:numId="32">
    <w:abstractNumId w:val="43"/>
  </w:num>
  <w:num w:numId="33">
    <w:abstractNumId w:val="42"/>
  </w:num>
  <w:num w:numId="34">
    <w:abstractNumId w:val="25"/>
  </w:num>
  <w:num w:numId="35">
    <w:abstractNumId w:val="37"/>
  </w:num>
  <w:num w:numId="36">
    <w:abstractNumId w:val="49"/>
  </w:num>
  <w:num w:numId="37">
    <w:abstractNumId w:val="44"/>
  </w:num>
  <w:num w:numId="38">
    <w:abstractNumId w:val="36"/>
  </w:num>
  <w:num w:numId="39">
    <w:abstractNumId w:val="13"/>
  </w:num>
  <w:num w:numId="40">
    <w:abstractNumId w:val="38"/>
  </w:num>
  <w:num w:numId="41">
    <w:abstractNumId w:val="11"/>
  </w:num>
  <w:num w:numId="42">
    <w:abstractNumId w:val="35"/>
  </w:num>
  <w:num w:numId="43">
    <w:abstractNumId w:val="28"/>
  </w:num>
  <w:num w:numId="44">
    <w:abstractNumId w:val="32"/>
  </w:num>
  <w:num w:numId="45">
    <w:abstractNumId w:val="33"/>
  </w:num>
  <w:num w:numId="46">
    <w:abstractNumId w:val="19"/>
  </w:num>
  <w:num w:numId="47">
    <w:abstractNumId w:val="34"/>
  </w:num>
  <w:num w:numId="48">
    <w:abstractNumId w:val="46"/>
  </w:num>
  <w:num w:numId="49">
    <w:abstractNumId w:val="15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41986">
      <o:colormru v:ext="edit" colors="#c30,#da2f37"/>
      <o:colormenu v:ext="edit" fillcolor="none [1951]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55E90"/>
    <w:rsid w:val="00060BFF"/>
    <w:rsid w:val="00064151"/>
    <w:rsid w:val="00076159"/>
    <w:rsid w:val="000963F4"/>
    <w:rsid w:val="000A1A55"/>
    <w:rsid w:val="000D6948"/>
    <w:rsid w:val="001030B7"/>
    <w:rsid w:val="00147F97"/>
    <w:rsid w:val="00153E6F"/>
    <w:rsid w:val="0015674D"/>
    <w:rsid w:val="001608B1"/>
    <w:rsid w:val="0017492A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72450"/>
    <w:rsid w:val="00282050"/>
    <w:rsid w:val="00286820"/>
    <w:rsid w:val="002A2CBA"/>
    <w:rsid w:val="002B0FCF"/>
    <w:rsid w:val="002B6F57"/>
    <w:rsid w:val="002C4040"/>
    <w:rsid w:val="002E0DB3"/>
    <w:rsid w:val="002E27EA"/>
    <w:rsid w:val="00317487"/>
    <w:rsid w:val="003255C1"/>
    <w:rsid w:val="0032591A"/>
    <w:rsid w:val="003268B9"/>
    <w:rsid w:val="00327A0E"/>
    <w:rsid w:val="00327DF2"/>
    <w:rsid w:val="00366804"/>
    <w:rsid w:val="00373E09"/>
    <w:rsid w:val="00376AC0"/>
    <w:rsid w:val="003774EB"/>
    <w:rsid w:val="003B074E"/>
    <w:rsid w:val="003B27C9"/>
    <w:rsid w:val="003B3508"/>
    <w:rsid w:val="003B359F"/>
    <w:rsid w:val="003B79B2"/>
    <w:rsid w:val="003C0BC4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658B3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8F5446"/>
    <w:rsid w:val="0090105E"/>
    <w:rsid w:val="009370D4"/>
    <w:rsid w:val="009373CD"/>
    <w:rsid w:val="009630D9"/>
    <w:rsid w:val="009705B5"/>
    <w:rsid w:val="009942FD"/>
    <w:rsid w:val="009A347E"/>
    <w:rsid w:val="009B1711"/>
    <w:rsid w:val="009D3A94"/>
    <w:rsid w:val="009E1E02"/>
    <w:rsid w:val="009E4262"/>
    <w:rsid w:val="00A02A22"/>
    <w:rsid w:val="00A22E30"/>
    <w:rsid w:val="00A514CE"/>
    <w:rsid w:val="00A744C9"/>
    <w:rsid w:val="00A76B6A"/>
    <w:rsid w:val="00A90BC1"/>
    <w:rsid w:val="00A9116A"/>
    <w:rsid w:val="00AB0EB7"/>
    <w:rsid w:val="00AB4A8E"/>
    <w:rsid w:val="00AE1DD9"/>
    <w:rsid w:val="00AE7442"/>
    <w:rsid w:val="00AF33BB"/>
    <w:rsid w:val="00AF4CB7"/>
    <w:rsid w:val="00B0392B"/>
    <w:rsid w:val="00B72228"/>
    <w:rsid w:val="00B81C90"/>
    <w:rsid w:val="00BA5460"/>
    <w:rsid w:val="00BB54C4"/>
    <w:rsid w:val="00BC1623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C373E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B1456"/>
    <w:rsid w:val="00EE6F16"/>
    <w:rsid w:val="00EF1E0C"/>
    <w:rsid w:val="00F23F92"/>
    <w:rsid w:val="00F840CC"/>
    <w:rsid w:val="00F91D24"/>
    <w:rsid w:val="00FB2966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>
      <o:colormru v:ext="edit" colors="#c30,#da2f37"/>
      <o:colormenu v:ext="edit" fillcolor="none [1951]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2012-09-02T12:28:00Z</dcterms:created>
  <dcterms:modified xsi:type="dcterms:W3CDTF">2012-09-02T12:28:00Z</dcterms:modified>
</cp:coreProperties>
</file>