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257FE1" w:rsidRPr="00C735F6" w:rsidRDefault="00257FE1" w:rsidP="00257FE1">
      <w:pPr>
        <w:spacing w:after="120" w:line="240" w:lineRule="auto"/>
        <w:rPr>
          <w:i/>
          <w:sz w:val="20"/>
          <w:szCs w:val="20"/>
        </w:rPr>
      </w:pPr>
      <w:r w:rsidRPr="00C36B42">
        <w:rPr>
          <w:noProof/>
          <w:sz w:val="20"/>
          <w:szCs w:val="20"/>
          <w:lang w:eastAsia="de-DE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330.05pt;margin-top:176.75pt;width:70.85pt;height:85.05pt;z-index:251675648;mso-position-horizontal-relative:margin;mso-position-vertical-relative:margin;mso-width-relative:margin;mso-height-relative:margin">
            <v:textbox>
              <w:txbxContent>
                <w:p w:rsidR="00043744" w:rsidRPr="00257FE1" w:rsidRDefault="00043744" w:rsidP="00043744">
                  <w:pPr>
                    <w:spacing w:line="240" w:lineRule="exact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Oberbegriff zu Begriff 2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11" type="#_x0000_t202" style="position:absolute;margin-left:330.05pt;margin-top:82.45pt;width:70.85pt;height:85.05pt;z-index:251676672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spacing w:line="240" w:lineRule="exact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 w:rsidR="00043744">
                    <w:rPr>
                      <w:color w:val="548DD4" w:themeColor="text2" w:themeTint="99"/>
                      <w:sz w:val="18"/>
                      <w:szCs w:val="18"/>
                    </w:rPr>
                    <w:t>Oberbegriff zu Begriff 6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15" type="#_x0000_t202" style="position:absolute;margin-left:407.35pt;margin-top:82.45pt;width:70.85pt;height:85.05pt;z-index:251680768;mso-position-horizontal-relative:margin;mso-position-vertical-relative:margin;mso-width-relative:margin;mso-height-relative:margin">
            <v:textbox style="mso-next-textbox:#_x0000_s1115">
              <w:txbxContent>
                <w:p w:rsidR="00257FE1" w:rsidRPr="00257FE1" w:rsidRDefault="00257FE1" w:rsidP="00257FE1">
                  <w:pPr>
                    <w:jc w:val="center"/>
                    <w:rPr>
                      <w:b/>
                      <w:color w:val="548DD4" w:themeColor="text2" w:themeTint="99"/>
                      <w:sz w:val="20"/>
                      <w:szCs w:val="20"/>
                    </w:rPr>
                  </w:pP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t>Begriff 5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18" type="#_x0000_t202" style="position:absolute;margin-left:407.35pt;margin-top:176.75pt;width:70.85pt;height:85.05pt;z-index:251683840;mso-position-horizontal-relative:margin;mso-position-vertical-relative:margin;mso-width-relative:margin;mso-height-relative:margin">
            <v:textbox style="mso-next-textbox:#_x0000_s1118">
              <w:txbxContent>
                <w:p w:rsidR="00257FE1" w:rsidRPr="00257FE1" w:rsidRDefault="00257FE1" w:rsidP="00257FE1">
                  <w:pPr>
                    <w:jc w:val="center"/>
                    <w:rPr>
                      <w:b/>
                      <w:color w:val="548DD4" w:themeColor="text2" w:themeTint="99"/>
                      <w:sz w:val="20"/>
                      <w:szCs w:val="20"/>
                    </w:rPr>
                  </w:pP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t>Begriff 3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08" type="#_x0000_t202" style="position:absolute;margin-left:233.3pt;margin-top:176.75pt;width:92.15pt;height:85.05pt;z-index:251673600;mso-position-horizontal-relative:margin;mso-position-vertical-relative:margin;mso-width-relative:margin;mso-height-relative:margin">
            <v:textbox style="mso-next-textbox:#_x0000_s1108">
              <w:txbxContent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P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t>Beschreibun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g zu Begriff 6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05" type="#_x0000_t202" style="position:absolute;margin-left:233.3pt;margin-top:82.45pt;width:92.15pt;height:85.05pt;z-index:251666432;mso-position-horizontal-relative:margin;mso-position-vertical-relative:margin;mso-width-relative:margin;mso-height-relative:margin">
            <v:textbox style="mso-next-textbox:#_x0000_s1105">
              <w:txbxContent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P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t>Beschreibun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g zu Begriff 3</w:t>
                  </w:r>
                </w:p>
              </w:txbxContent>
            </v:textbox>
            <w10:wrap type="square" anchorx="margin" anchory="margin"/>
          </v:shape>
        </w:pict>
      </w:r>
      <w:r w:rsidRPr="00E03CBB">
        <w:rPr>
          <w:b/>
          <w:sz w:val="20"/>
          <w:szCs w:val="20"/>
        </w:rPr>
        <w:t xml:space="preserve">Aufgabe: </w:t>
      </w:r>
      <w:r w:rsidRPr="00C735F6">
        <w:rPr>
          <w:b/>
          <w:i/>
          <w:sz w:val="20"/>
          <w:szCs w:val="20"/>
        </w:rPr>
        <w:t>In Partnerarbeit: Schneidet die Kärtchen aus und ordnet jeweils vier zusammenpassen Kärtchen nebeneinander an. Begründet jeweils eure Wahl.</w:t>
      </w:r>
    </w:p>
    <w:p w:rsidR="000748F6" w:rsidRDefault="00257FE1" w:rsidP="007A7190">
      <w:pPr>
        <w:spacing w:after="120" w:line="240" w:lineRule="auto"/>
        <w:rPr>
          <w:b/>
          <w:sz w:val="20"/>
          <w:szCs w:val="20"/>
        </w:rPr>
      </w:pPr>
      <w:r w:rsidRPr="00C36B42">
        <w:rPr>
          <w:noProof/>
          <w:sz w:val="20"/>
          <w:szCs w:val="20"/>
          <w:lang w:eastAsia="de-DE"/>
        </w:rPr>
        <w:pict>
          <v:shape id="_x0000_s1114" type="#_x0000_t202" style="position:absolute;margin-left:407.35pt;margin-top:556.6pt;width:70.85pt;height:85.05pt;z-index:251679744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b/>
                      <w:color w:val="548DD4" w:themeColor="text2" w:themeTint="99"/>
                      <w:sz w:val="20"/>
                      <w:szCs w:val="20"/>
                    </w:rPr>
                  </w:pP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t>Begriff 4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16" type="#_x0000_t202" style="position:absolute;margin-left:407.35pt;margin-top:461.25pt;width:70.85pt;height:85.05pt;z-index:251681792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b/>
                      <w:color w:val="548DD4" w:themeColor="text2" w:themeTint="99"/>
                      <w:sz w:val="20"/>
                      <w:szCs w:val="20"/>
                    </w:rPr>
                  </w:pP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  <w:t>Begriff 1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17" type="#_x0000_t202" style="position:absolute;margin-left:407.35pt;margin-top:366.6pt;width:70.85pt;height:85.05pt;z-index:251682816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b/>
                      <w:color w:val="548DD4" w:themeColor="text2" w:themeTint="99"/>
                      <w:sz w:val="20"/>
                      <w:szCs w:val="20"/>
                    </w:rPr>
                  </w:pP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t>Begriff 2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</w:rPr>
        <w:pict>
          <v:shape id="_x0000_s1101" type="#_x0000_t202" style="position:absolute;margin-left:407.35pt;margin-top:270.6pt;width:70.85pt;height:85.05pt;z-index:251658240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b/>
                      <w:color w:val="548DD4" w:themeColor="text2" w:themeTint="99"/>
                      <w:sz w:val="20"/>
                      <w:szCs w:val="20"/>
                    </w:rPr>
                  </w:pP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 w:rsidRPr="00257FE1"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br/>
                  </w:r>
                  <w:r>
                    <w:rPr>
                      <w:b/>
                      <w:color w:val="548DD4" w:themeColor="text2" w:themeTint="99"/>
                      <w:sz w:val="20"/>
                      <w:szCs w:val="20"/>
                    </w:rPr>
                    <w:t>Begriff 6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lang w:eastAsia="de-DE"/>
        </w:rPr>
        <w:pict>
          <v:shape id="_x0000_s1102" type="#_x0000_t202" style="position:absolute;margin-left:330.05pt;margin-top:556.6pt;width:70.85pt;height:85.05pt;z-index:251658240;mso-position-horizontal-relative:margin;mso-position-vertical-relative:margin;mso-width-relative:margin;mso-height-relative:margin">
            <v:textbox>
              <w:txbxContent>
                <w:p w:rsidR="00043744" w:rsidRPr="00257FE1" w:rsidRDefault="00043744" w:rsidP="00043744">
                  <w:pPr>
                    <w:spacing w:line="240" w:lineRule="exact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  <w:t>Oberbegriff zu Begriff 1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09" type="#_x0000_t202" style="position:absolute;margin-left:330.05pt;margin-top:461.25pt;width:70.85pt;height:85.05pt;z-index:251674624;mso-position-horizontal-relative:margin;mso-position-vertical-relative:margin;mso-width-relative:margin;mso-height-relative:margin">
            <v:textbox>
              <w:txbxContent>
                <w:p w:rsidR="00043744" w:rsidRPr="00257FE1" w:rsidRDefault="00043744" w:rsidP="00043744">
                  <w:pPr>
                    <w:spacing w:line="240" w:lineRule="exact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Oberbegriff zu Begriff 5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12" type="#_x0000_t202" style="position:absolute;margin-left:330.05pt;margin-top:366.6pt;width:70.85pt;height:85.05pt;z-index:251677696;mso-position-horizontal-relative:margin;mso-position-vertical-relative:margin;mso-width-relative:margin;mso-height-relative:margin">
            <v:textbox>
              <w:txbxContent>
                <w:p w:rsidR="00043744" w:rsidRPr="00257FE1" w:rsidRDefault="00043744" w:rsidP="00043744">
                  <w:pPr>
                    <w:spacing w:line="240" w:lineRule="exact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Oberbegriff zu Begriff 4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13" type="#_x0000_t202" style="position:absolute;margin-left:330.05pt;margin-top:270.6pt;width:70.85pt;height:85.05pt;z-index:251678720;mso-position-horizontal-relative:margin;mso-position-vertical-relative:margin;mso-width-relative:margin;mso-height-relative:margin">
            <v:textbox>
              <w:txbxContent>
                <w:p w:rsidR="00043744" w:rsidRPr="00257FE1" w:rsidRDefault="00043744" w:rsidP="00043744">
                  <w:pPr>
                    <w:spacing w:line="240" w:lineRule="exact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br/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Oberbegriff zu Begriff 3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07" type="#_x0000_t202" style="position:absolute;margin-left:233.3pt;margin-top:556.6pt;width:92.15pt;height:85.05pt;z-index:251672576;mso-position-horizontal-relative:margin;mso-position-vertical-relative:margin;mso-width-relative:margin;mso-height-relative:margin">
            <v:textbox>
              <w:txbxContent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P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t>Beschreibun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g zu Begriff 2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04" type="#_x0000_t202" style="position:absolute;margin-left:233.3pt;margin-top:461.25pt;width:92.15pt;height:85.05pt;z-index:251665408;mso-position-horizontal-relative:margin;mso-position-vertical-relative:margin;mso-width-relative:margin;mso-height-relative:margin">
            <v:textbox>
              <w:txbxContent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P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t>Beschreibun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g zu Begriff 4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lang w:eastAsia="de-DE"/>
        </w:rPr>
        <w:pict>
          <v:shape id="_x0000_s1103" type="#_x0000_t202" style="position:absolute;margin-left:233.3pt;margin-top:366.6pt;width:92.15pt;height:85.05pt;z-index:251658240;mso-position-horizontal-relative:margin;mso-position-vertical-relative:margin;mso-width-relative:margin;mso-height-relative:margin">
            <v:textbox>
              <w:txbxContent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P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t>Beschreibun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g zu Begriff 5</w:t>
                  </w:r>
                </w:p>
              </w:txbxContent>
            </v:textbox>
            <w10:wrap type="square" anchorx="margin" anchory="margin"/>
          </v:shape>
        </w:pict>
      </w:r>
      <w:r w:rsidRPr="00C36B42">
        <w:rPr>
          <w:noProof/>
          <w:sz w:val="20"/>
          <w:szCs w:val="20"/>
          <w:lang w:eastAsia="de-DE"/>
        </w:rPr>
        <w:pict>
          <v:shape id="_x0000_s1106" type="#_x0000_t202" style="position:absolute;margin-left:233.3pt;margin-top:270.6pt;width:92.15pt;height:85.05pt;z-index:251671552;mso-position-horizontal-relative:margin;mso-position-vertical-relative:margin;mso-width-relative:margin;mso-height-relative:margin">
            <v:textbox>
              <w:txbxContent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</w:p>
                <w:p w:rsidR="00257FE1" w:rsidRPr="00257FE1" w:rsidRDefault="00257FE1" w:rsidP="00257FE1">
                  <w:pPr>
                    <w:spacing w:line="240" w:lineRule="exact"/>
                    <w:jc w:val="center"/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257FE1">
                    <w:rPr>
                      <w:color w:val="548DD4" w:themeColor="text2" w:themeTint="99"/>
                      <w:sz w:val="18"/>
                      <w:szCs w:val="18"/>
                    </w:rPr>
                    <w:t>Beschreibun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g zu Begriff 1</w:t>
                  </w:r>
                </w:p>
              </w:txbxContent>
            </v:textbox>
            <w10:wrap type="square" anchorx="margin" anchory="margin"/>
          </v:shape>
        </w:pict>
      </w:r>
      <w:r>
        <w:rPr>
          <w:b/>
          <w:noProof/>
          <w:sz w:val="20"/>
          <w:szCs w:val="20"/>
          <w:lang w:eastAsia="de-DE"/>
        </w:rPr>
        <w:pict>
          <v:shape id="_x0000_s1124" type="#_x0000_t202" style="position:absolute;margin-left:.45pt;margin-top:461.25pt;width:227.5pt;height:85.05pt;z-index:251689984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  <w:r>
                    <w:rPr>
                      <w:color w:val="548DD4" w:themeColor="text2" w:themeTint="99"/>
                      <w:sz w:val="28"/>
                      <w:szCs w:val="28"/>
                    </w:rPr>
                    <w:t>Grafik zu Begriff 5</w:t>
                  </w:r>
                  <w:r w:rsidRPr="00257FE1">
                    <w:rPr>
                      <w:color w:val="548DD4" w:themeColor="text2" w:themeTint="99"/>
                      <w:sz w:val="28"/>
                      <w:szCs w:val="28"/>
                    </w:rPr>
                    <w:t xml:space="preserve"> (Bild, Formel etc.)</w:t>
                  </w:r>
                </w:p>
              </w:txbxContent>
            </v:textbox>
            <w10:wrap type="square" anchorx="margin" anchory="margin"/>
          </v:shape>
        </w:pict>
      </w:r>
      <w:r>
        <w:rPr>
          <w:b/>
          <w:noProof/>
          <w:sz w:val="20"/>
          <w:szCs w:val="20"/>
          <w:lang w:eastAsia="de-DE"/>
        </w:rPr>
        <w:pict>
          <v:shape id="_x0000_s1123" type="#_x0000_t202" style="position:absolute;margin-left:.45pt;margin-top:366.6pt;width:227.5pt;height:85.05pt;z-index:251688960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  <w:r>
                    <w:rPr>
                      <w:color w:val="548DD4" w:themeColor="text2" w:themeTint="99"/>
                      <w:sz w:val="28"/>
                      <w:szCs w:val="28"/>
                    </w:rPr>
                    <w:t>Grafik zu Begriff 4</w:t>
                  </w:r>
                  <w:r w:rsidRPr="00257FE1">
                    <w:rPr>
                      <w:color w:val="548DD4" w:themeColor="text2" w:themeTint="99"/>
                      <w:sz w:val="28"/>
                      <w:szCs w:val="28"/>
                    </w:rPr>
                    <w:t xml:space="preserve"> (Bild, Formel etc.)</w:t>
                  </w:r>
                </w:p>
              </w:txbxContent>
            </v:textbox>
            <w10:wrap type="square" anchorx="margin" anchory="margin"/>
          </v:shape>
        </w:pict>
      </w:r>
      <w:r>
        <w:rPr>
          <w:b/>
          <w:noProof/>
          <w:sz w:val="20"/>
          <w:szCs w:val="20"/>
          <w:lang w:eastAsia="de-DE"/>
        </w:rPr>
        <w:pict>
          <v:shape id="_x0000_s1122" type="#_x0000_t202" style="position:absolute;margin-left:.45pt;margin-top:270.6pt;width:227.5pt;height:85.05pt;z-index:251687936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  <w:r>
                    <w:rPr>
                      <w:color w:val="548DD4" w:themeColor="text2" w:themeTint="99"/>
                      <w:sz w:val="28"/>
                      <w:szCs w:val="28"/>
                    </w:rPr>
                    <w:t>Grafik zu Begriff 3</w:t>
                  </w:r>
                  <w:r w:rsidRPr="00257FE1">
                    <w:rPr>
                      <w:color w:val="548DD4" w:themeColor="text2" w:themeTint="99"/>
                      <w:sz w:val="28"/>
                      <w:szCs w:val="28"/>
                    </w:rPr>
                    <w:t xml:space="preserve"> (Bild, Formel etc.)</w:t>
                  </w:r>
                </w:p>
              </w:txbxContent>
            </v:textbox>
            <w10:wrap type="square" anchorx="margin" anchory="margin"/>
          </v:shape>
        </w:pict>
      </w:r>
      <w:r>
        <w:rPr>
          <w:b/>
          <w:noProof/>
          <w:sz w:val="20"/>
          <w:szCs w:val="20"/>
          <w:lang w:eastAsia="de-DE"/>
        </w:rPr>
        <w:pict>
          <v:shape id="_x0000_s1125" type="#_x0000_t202" style="position:absolute;margin-left:.45pt;margin-top:556.6pt;width:227.5pt;height:85.05pt;z-index:251691008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  <w:r>
                    <w:rPr>
                      <w:color w:val="548DD4" w:themeColor="text2" w:themeTint="99"/>
                      <w:sz w:val="28"/>
                      <w:szCs w:val="28"/>
                    </w:rPr>
                    <w:t>Grafik zu Begriff 6</w:t>
                  </w:r>
                  <w:r w:rsidRPr="00257FE1">
                    <w:rPr>
                      <w:color w:val="548DD4" w:themeColor="text2" w:themeTint="99"/>
                      <w:sz w:val="28"/>
                      <w:szCs w:val="28"/>
                    </w:rPr>
                    <w:t xml:space="preserve"> (Bild, Formel etc.)</w:t>
                  </w:r>
                </w:p>
              </w:txbxContent>
            </v:textbox>
            <w10:wrap type="square" anchorx="margin" anchory="margin"/>
          </v:shape>
        </w:pict>
      </w:r>
      <w:r>
        <w:rPr>
          <w:b/>
          <w:noProof/>
          <w:sz w:val="20"/>
          <w:szCs w:val="20"/>
          <w:lang w:eastAsia="de-DE"/>
        </w:rPr>
        <w:pict>
          <v:shape id="_x0000_s1121" type="#_x0000_t202" style="position:absolute;margin-left:.45pt;margin-top:176.75pt;width:227.5pt;height:85.05pt;z-index:251686912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  <w:r>
                    <w:rPr>
                      <w:color w:val="548DD4" w:themeColor="text2" w:themeTint="99"/>
                      <w:sz w:val="28"/>
                      <w:szCs w:val="28"/>
                    </w:rPr>
                    <w:t>Grafik zu Begriff 2</w:t>
                  </w:r>
                  <w:r w:rsidRPr="00257FE1">
                    <w:rPr>
                      <w:color w:val="548DD4" w:themeColor="text2" w:themeTint="99"/>
                      <w:sz w:val="28"/>
                      <w:szCs w:val="28"/>
                    </w:rPr>
                    <w:t xml:space="preserve"> (Bild, Formel etc.)</w:t>
                  </w:r>
                </w:p>
              </w:txbxContent>
            </v:textbox>
            <w10:wrap type="square" anchorx="margin" anchory="margin"/>
          </v:shape>
        </w:pict>
      </w:r>
      <w:r w:rsidRPr="00257FE1">
        <w:rPr>
          <w:b/>
          <w:noProof/>
          <w:sz w:val="20"/>
          <w:szCs w:val="20"/>
        </w:rPr>
        <w:pict>
          <v:shape id="_x0000_s1119" type="#_x0000_t202" style="position:absolute;margin-left:.45pt;margin-top:82.45pt;width:227.5pt;height:85.05pt;z-index:251685888;mso-position-horizontal-relative:margin;mso-position-vertical-relative:margin;mso-width-relative:margin;mso-height-relative:margin">
            <v:textbox>
              <w:txbxContent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</w:p>
                <w:p w:rsidR="00257FE1" w:rsidRPr="00257FE1" w:rsidRDefault="00257FE1" w:rsidP="00257FE1">
                  <w:pPr>
                    <w:jc w:val="center"/>
                    <w:rPr>
                      <w:color w:val="548DD4" w:themeColor="text2" w:themeTint="99"/>
                      <w:sz w:val="28"/>
                      <w:szCs w:val="28"/>
                    </w:rPr>
                  </w:pPr>
                  <w:r w:rsidRPr="00257FE1">
                    <w:rPr>
                      <w:color w:val="548DD4" w:themeColor="text2" w:themeTint="99"/>
                      <w:sz w:val="28"/>
                      <w:szCs w:val="28"/>
                    </w:rPr>
                    <w:t xml:space="preserve">Grafik </w:t>
                  </w:r>
                  <w:r>
                    <w:rPr>
                      <w:color w:val="548DD4" w:themeColor="text2" w:themeTint="99"/>
                      <w:sz w:val="28"/>
                      <w:szCs w:val="28"/>
                    </w:rPr>
                    <w:t xml:space="preserve">zu Begriff </w:t>
                  </w:r>
                  <w:r w:rsidRPr="00257FE1">
                    <w:rPr>
                      <w:color w:val="548DD4" w:themeColor="text2" w:themeTint="99"/>
                      <w:sz w:val="28"/>
                      <w:szCs w:val="28"/>
                    </w:rPr>
                    <w:t>1 (Bild, Formel etc.)</w:t>
                  </w:r>
                </w:p>
              </w:txbxContent>
            </v:textbox>
            <w10:wrap type="square" anchorx="margin" anchory="margin"/>
          </v:shape>
        </w:pict>
      </w:r>
    </w:p>
    <w:sectPr w:rsidR="000748F6" w:rsidSect="00257FE1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DB1" w:rsidRDefault="00A83DB1">
      <w:pPr>
        <w:spacing w:line="240" w:lineRule="auto"/>
      </w:pPr>
      <w:r>
        <w:separator/>
      </w:r>
    </w:p>
  </w:endnote>
  <w:endnote w:type="continuationSeparator" w:id="0">
    <w:p w:rsidR="00A83DB1" w:rsidRDefault="00A83D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91520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32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DB1" w:rsidRDefault="00A83DB1">
      <w:pPr>
        <w:spacing w:line="240" w:lineRule="auto"/>
      </w:pPr>
      <w:r>
        <w:separator/>
      </w:r>
    </w:p>
  </w:footnote>
  <w:footnote w:type="continuationSeparator" w:id="0">
    <w:p w:rsidR="00A83DB1" w:rsidRDefault="00A83DB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EB1456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EB1456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7A7190">
      <w:rPr>
        <w:b/>
        <w:color w:val="DA2F37"/>
        <w:sz w:val="16"/>
      </w:rPr>
      <w:t>Zuordnung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93568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30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92544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31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83DB1">
      <w:rPr>
        <w:b/>
        <w:sz w:val="16"/>
      </w:rPr>
      <w:tab/>
      <w:t>C</w:t>
    </w:r>
    <w:r w:rsidR="00A83DB1">
      <w:rPr>
        <w:b/>
        <w:sz w:val="16"/>
      </w:rPr>
      <w:t xml:space="preserve"> </w:t>
    </w:r>
    <w:r w:rsidR="00A83DB1">
      <w:rPr>
        <w:b/>
        <w:sz w:val="16"/>
      </w:rPr>
      <w:t xml:space="preserve">3 Wie zerlegt </w:t>
    </w:r>
    <w:r w:rsidR="00A83DB1">
      <w:rPr>
        <w:b/>
        <w:sz w:val="16"/>
      </w:rPr>
      <w:t>die menschliche Verdauung Fette? Verseifung von Speiseöl</w:t>
    </w:r>
    <w:r w:rsidR="00A83DB1">
      <w:rPr>
        <w:b/>
        <w:sz w:val="16"/>
      </w:rPr>
      <w:tab/>
    </w:r>
    <w:r w:rsidR="00F840CC">
      <w:rPr>
        <w:b/>
        <w:sz w:val="16"/>
      </w:rPr>
      <w:t xml:space="preserve">DFU-Methode: </w:t>
    </w:r>
    <w:r w:rsidR="00A83DB1">
      <w:rPr>
        <w:b/>
        <w:sz w:val="16"/>
      </w:rPr>
      <w:t>Zuordnung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9938">
      <o:colormru v:ext="edit" colors="#c30,#da2f37"/>
      <o:colormenu v:ext="edit" fillcolor="none [1951]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43744"/>
    <w:rsid w:val="00052845"/>
    <w:rsid w:val="00055E90"/>
    <w:rsid w:val="00060BFF"/>
    <w:rsid w:val="00064151"/>
    <w:rsid w:val="000748F6"/>
    <w:rsid w:val="00076159"/>
    <w:rsid w:val="000963F4"/>
    <w:rsid w:val="000A1A55"/>
    <w:rsid w:val="000D6948"/>
    <w:rsid w:val="001030B7"/>
    <w:rsid w:val="00147F97"/>
    <w:rsid w:val="00153E6F"/>
    <w:rsid w:val="0015674D"/>
    <w:rsid w:val="001608B1"/>
    <w:rsid w:val="0017492A"/>
    <w:rsid w:val="00185478"/>
    <w:rsid w:val="00190498"/>
    <w:rsid w:val="001B0550"/>
    <w:rsid w:val="001B5948"/>
    <w:rsid w:val="001C1E30"/>
    <w:rsid w:val="001E3B2A"/>
    <w:rsid w:val="001F6DC4"/>
    <w:rsid w:val="00204E06"/>
    <w:rsid w:val="00210F95"/>
    <w:rsid w:val="002126E8"/>
    <w:rsid w:val="0022411C"/>
    <w:rsid w:val="00237E05"/>
    <w:rsid w:val="00257FE1"/>
    <w:rsid w:val="00276FDB"/>
    <w:rsid w:val="00282050"/>
    <w:rsid w:val="00286820"/>
    <w:rsid w:val="002A2CBA"/>
    <w:rsid w:val="002B0FCF"/>
    <w:rsid w:val="002B6F57"/>
    <w:rsid w:val="002C4040"/>
    <w:rsid w:val="002E0DB3"/>
    <w:rsid w:val="002E27EA"/>
    <w:rsid w:val="00317487"/>
    <w:rsid w:val="0032591A"/>
    <w:rsid w:val="003268B9"/>
    <w:rsid w:val="00327A0E"/>
    <w:rsid w:val="00327DF2"/>
    <w:rsid w:val="00366804"/>
    <w:rsid w:val="00373E09"/>
    <w:rsid w:val="00376AC0"/>
    <w:rsid w:val="003774EB"/>
    <w:rsid w:val="003B074E"/>
    <w:rsid w:val="003B27C9"/>
    <w:rsid w:val="003B3508"/>
    <w:rsid w:val="003B359F"/>
    <w:rsid w:val="003B79B2"/>
    <w:rsid w:val="003C0BC4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658B3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A7190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73C93"/>
    <w:rsid w:val="008859F8"/>
    <w:rsid w:val="008A166D"/>
    <w:rsid w:val="008A5403"/>
    <w:rsid w:val="008B7264"/>
    <w:rsid w:val="008D7264"/>
    <w:rsid w:val="008E5792"/>
    <w:rsid w:val="008F2CF3"/>
    <w:rsid w:val="008F5446"/>
    <w:rsid w:val="0090105E"/>
    <w:rsid w:val="009370D4"/>
    <w:rsid w:val="009373CD"/>
    <w:rsid w:val="009630D9"/>
    <w:rsid w:val="009705B5"/>
    <w:rsid w:val="009942FD"/>
    <w:rsid w:val="009A347E"/>
    <w:rsid w:val="009B1711"/>
    <w:rsid w:val="009D3A94"/>
    <w:rsid w:val="009E1E02"/>
    <w:rsid w:val="009E4262"/>
    <w:rsid w:val="00A02A22"/>
    <w:rsid w:val="00A22E30"/>
    <w:rsid w:val="00A514CE"/>
    <w:rsid w:val="00A744C9"/>
    <w:rsid w:val="00A76B6A"/>
    <w:rsid w:val="00A83DB1"/>
    <w:rsid w:val="00A90BC1"/>
    <w:rsid w:val="00A9116A"/>
    <w:rsid w:val="00AB0EB7"/>
    <w:rsid w:val="00AB4A8E"/>
    <w:rsid w:val="00AE1DD9"/>
    <w:rsid w:val="00AE7442"/>
    <w:rsid w:val="00AF33BB"/>
    <w:rsid w:val="00AF4CB7"/>
    <w:rsid w:val="00B00FE3"/>
    <w:rsid w:val="00B0392B"/>
    <w:rsid w:val="00B72228"/>
    <w:rsid w:val="00B81C90"/>
    <w:rsid w:val="00BA5460"/>
    <w:rsid w:val="00BB54C4"/>
    <w:rsid w:val="00BC1623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D1289"/>
    <w:rsid w:val="00CD2427"/>
    <w:rsid w:val="00CE143E"/>
    <w:rsid w:val="00CE3F8A"/>
    <w:rsid w:val="00CF41B2"/>
    <w:rsid w:val="00D25AE1"/>
    <w:rsid w:val="00D25C41"/>
    <w:rsid w:val="00D435BF"/>
    <w:rsid w:val="00D4380A"/>
    <w:rsid w:val="00D62D25"/>
    <w:rsid w:val="00D74BBB"/>
    <w:rsid w:val="00D814FE"/>
    <w:rsid w:val="00DD2B94"/>
    <w:rsid w:val="00E3712B"/>
    <w:rsid w:val="00E41A7C"/>
    <w:rsid w:val="00E426DF"/>
    <w:rsid w:val="00E63DB4"/>
    <w:rsid w:val="00E733F0"/>
    <w:rsid w:val="00E74298"/>
    <w:rsid w:val="00E91D74"/>
    <w:rsid w:val="00EB1456"/>
    <w:rsid w:val="00EE4106"/>
    <w:rsid w:val="00EE6F16"/>
    <w:rsid w:val="00EF1E0C"/>
    <w:rsid w:val="00F23F92"/>
    <w:rsid w:val="00F840CC"/>
    <w:rsid w:val="00F91D24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ru v:ext="edit" colors="#c30,#da2f37"/>
      <o:colormenu v:ext="edit" fillcolor="none [1951]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2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2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2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2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2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eastAsia="en-US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eastAsia="en-US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rsid w:val="00506851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506851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506851"/>
    <w:rPr>
      <w:rFonts w:ascii="Calibri" w:eastAsia="Times New Roman" w:hAnsi="Calibri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06851"/>
    <w:rPr>
      <w:rFonts w:ascii="Calibri" w:eastAsia="Times New Roman" w:hAnsi="Calibri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rsid w:val="00506851"/>
    <w:rPr>
      <w:rFonts w:ascii="Calibri" w:eastAsia="Times New Roman" w:hAnsi="Calibri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rsid w:val="00506851"/>
    <w:rPr>
      <w:rFonts w:eastAsia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3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28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3</cp:revision>
  <cp:lastPrinted>2011-09-07T15:13:00Z</cp:lastPrinted>
  <dcterms:created xsi:type="dcterms:W3CDTF">2012-09-02T07:41:00Z</dcterms:created>
  <dcterms:modified xsi:type="dcterms:W3CDTF">2012-09-02T07:53:00Z</dcterms:modified>
</cp:coreProperties>
</file>